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20E" w:rsidRPr="00D23581" w:rsidRDefault="00EF420E">
      <w:pPr>
        <w:jc w:val="center"/>
        <w:rPr>
          <w:rFonts w:ascii="標楷體" w:eastAsia="標楷體" w:hAnsi="標楷體" w:hint="eastAsia"/>
          <w:b/>
          <w:sz w:val="16"/>
          <w:szCs w:val="16"/>
        </w:rPr>
      </w:pPr>
      <w:bookmarkStart w:id="0" w:name="_GoBack"/>
      <w:r w:rsidRPr="00D23581">
        <w:rPr>
          <w:rFonts w:ascii="標楷體" w:eastAsia="標楷體" w:hAnsi="標楷體" w:hint="eastAsia"/>
          <w:b/>
          <w:sz w:val="40"/>
        </w:rPr>
        <w:t>國立屏東科技大學教師提敘薪級申請表</w:t>
      </w:r>
    </w:p>
    <w:bookmarkEnd w:id="0"/>
    <w:p w:rsidR="00436151" w:rsidRPr="00436151" w:rsidRDefault="00436151" w:rsidP="007942D9">
      <w:pPr>
        <w:wordWrap w:val="0"/>
        <w:spacing w:afterLines="50" w:after="180"/>
        <w:ind w:leftChars="-1" w:left="-2"/>
        <w:jc w:val="right"/>
        <w:rPr>
          <w:rFonts w:ascii="標楷體" w:eastAsia="標楷體" w:hAnsi="標楷體" w:hint="eastAsia"/>
          <w:u w:val="single"/>
        </w:rPr>
      </w:pPr>
      <w:r w:rsidRPr="00436151">
        <w:rPr>
          <w:rFonts w:ascii="標楷體" w:eastAsia="標楷體" w:hAnsi="標楷體" w:hint="eastAsia"/>
        </w:rPr>
        <w:t>申請日期:</w:t>
      </w:r>
      <w:r w:rsidRPr="007942D9">
        <w:rPr>
          <w:rFonts w:ascii="標楷體" w:eastAsia="標楷體" w:hAnsi="標楷體" w:hint="eastAsia"/>
        </w:rPr>
        <w:t xml:space="preserve">   年   月   日</w:t>
      </w:r>
    </w:p>
    <w:p w:rsidR="00436151" w:rsidRPr="00436151" w:rsidRDefault="00436151" w:rsidP="00436151">
      <w:pPr>
        <w:spacing w:afterLines="50" w:after="180" w:line="320" w:lineRule="exact"/>
        <w:ind w:firstLineChars="50" w:firstLine="140"/>
        <w:jc w:val="both"/>
        <w:rPr>
          <w:rFonts w:ascii="標楷體" w:eastAsia="標楷體" w:hAnsi="標楷體" w:hint="eastAsia"/>
          <w:sz w:val="28"/>
          <w:szCs w:val="28"/>
        </w:rPr>
      </w:pPr>
      <w:r w:rsidRPr="00042CC3">
        <w:rPr>
          <w:rFonts w:ascii="標楷體" w:eastAsia="標楷體" w:hAnsi="標楷體" w:hint="eastAsia"/>
          <w:sz w:val="28"/>
          <w:szCs w:val="28"/>
        </w:rPr>
        <w:t>姓名:</w:t>
      </w:r>
      <w:r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 w:rsidR="00AA39BF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042CC3">
        <w:rPr>
          <w:rFonts w:ascii="標楷體" w:eastAsia="標楷體" w:hAnsi="標楷體" w:hint="eastAsia"/>
          <w:sz w:val="28"/>
          <w:szCs w:val="28"/>
        </w:rPr>
        <w:t xml:space="preserve"> 職稱:</w:t>
      </w:r>
      <w:r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AA39BF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A39BF">
        <w:rPr>
          <w:rFonts w:ascii="標楷體" w:eastAsia="標楷體" w:hAnsi="標楷體" w:hint="eastAsia"/>
          <w:sz w:val="28"/>
          <w:szCs w:val="28"/>
        </w:rPr>
        <w:t xml:space="preserve"> </w:t>
      </w:r>
      <w:r w:rsidRPr="00042CC3">
        <w:rPr>
          <w:rFonts w:ascii="標楷體" w:eastAsia="標楷體" w:hAnsi="標楷體" w:hint="eastAsia"/>
          <w:sz w:val="28"/>
          <w:szCs w:val="28"/>
        </w:rPr>
        <w:t>服務單位:</w:t>
      </w:r>
      <w:r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7942D9"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AA39BF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942D9" w:rsidRPr="007942D9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168"/>
        <w:gridCol w:w="1284"/>
        <w:gridCol w:w="1834"/>
        <w:gridCol w:w="917"/>
        <w:gridCol w:w="1834"/>
        <w:gridCol w:w="1601"/>
      </w:tblGrid>
      <w:tr w:rsidR="00C43133" w:rsidTr="00966FE5">
        <w:tblPrEx>
          <w:tblCellMar>
            <w:top w:w="0" w:type="dxa"/>
            <w:bottom w:w="0" w:type="dxa"/>
          </w:tblCellMar>
        </w:tblPrEx>
        <w:trPr>
          <w:cantSplit/>
          <w:trHeight w:val="625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3133" w:rsidRDefault="00C43133" w:rsidP="00C43133">
            <w:pPr>
              <w:jc w:val="distribute"/>
              <w:rPr>
                <w:rFonts w:ascii="標楷體" w:eastAsia="標楷體" w:hAnsi="標楷體" w:hint="eastAsia"/>
              </w:rPr>
            </w:pPr>
            <w:r w:rsidRPr="00C43133">
              <w:rPr>
                <w:rFonts w:ascii="標楷體" w:eastAsia="標楷體" w:hAnsi="標楷體" w:hint="eastAsia"/>
              </w:rPr>
              <w:t>職前</w:t>
            </w:r>
            <w:r>
              <w:rPr>
                <w:rFonts w:ascii="標楷體" w:eastAsia="標楷體" w:hAnsi="標楷體" w:hint="eastAsia"/>
              </w:rPr>
              <w:t>年資</w:t>
            </w:r>
          </w:p>
        </w:tc>
        <w:tc>
          <w:tcPr>
            <w:tcW w:w="9638" w:type="dxa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43133" w:rsidRPr="00C43133" w:rsidRDefault="00C43133" w:rsidP="00BF751E">
            <w:pPr>
              <w:spacing w:line="280" w:lineRule="exact"/>
              <w:ind w:leftChars="100" w:left="240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C43133">
              <w:rPr>
                <w:rFonts w:ascii="標楷體" w:eastAsia="標楷體" w:hAnsi="標楷體" w:hint="eastAsia"/>
                <w:sz w:val="26"/>
                <w:szCs w:val="26"/>
              </w:rPr>
              <w:t>□無</w:t>
            </w:r>
            <w:r w:rsidR="006745CA">
              <w:rPr>
                <w:rFonts w:ascii="標楷體" w:eastAsia="標楷體" w:hAnsi="標楷體" w:hint="eastAsia"/>
                <w:sz w:val="26"/>
                <w:szCs w:val="26"/>
              </w:rPr>
              <w:t>(直接於表格下方簽</w:t>
            </w:r>
            <w:r w:rsidR="000B268E">
              <w:rPr>
                <w:rFonts w:ascii="標楷體" w:eastAsia="標楷體" w:hAnsi="標楷體" w:hint="eastAsia"/>
                <w:sz w:val="26"/>
                <w:szCs w:val="26"/>
              </w:rPr>
              <w:t>章</w:t>
            </w:r>
            <w:r w:rsidR="006745CA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  <w:r w:rsidRPr="00C43133">
              <w:rPr>
                <w:rFonts w:ascii="標楷體" w:eastAsia="標楷體" w:hAnsi="標楷體" w:hint="eastAsia"/>
                <w:sz w:val="26"/>
                <w:szCs w:val="26"/>
              </w:rPr>
              <w:t xml:space="preserve">       □有(詳填並檢附證件)</w:t>
            </w:r>
          </w:p>
        </w:tc>
      </w:tr>
      <w:tr w:rsidR="00B21103" w:rsidTr="00966FE5">
        <w:tblPrEx>
          <w:tblCellMar>
            <w:top w:w="0" w:type="dxa"/>
            <w:bottom w:w="0" w:type="dxa"/>
          </w:tblCellMar>
        </w:tblPrEx>
        <w:trPr>
          <w:cantSplit/>
          <w:trHeight w:val="788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EF420E" w:rsidRPr="00C43133" w:rsidRDefault="00C43133" w:rsidP="00C43133">
            <w:pPr>
              <w:spacing w:before="100" w:beforeAutospacing="1"/>
              <w:ind w:left="113" w:right="113"/>
              <w:jc w:val="distribute"/>
              <w:rPr>
                <w:rFonts w:ascii="標楷體" w:eastAsia="標楷體" w:hAnsi="標楷體" w:hint="eastAsia"/>
                <w:b/>
              </w:rPr>
            </w:pPr>
            <w:r w:rsidRPr="00C43133">
              <w:rPr>
                <w:rFonts w:ascii="標楷體" w:eastAsia="標楷體" w:hAnsi="標楷體" w:hint="eastAsia"/>
                <w:b/>
              </w:rPr>
              <w:t>得提敘之職前年資</w:t>
            </w:r>
          </w:p>
        </w:tc>
        <w:tc>
          <w:tcPr>
            <w:tcW w:w="21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0F7A68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原任職學校</w:t>
            </w:r>
          </w:p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（機關</w:t>
            </w:r>
            <w:r w:rsidR="00D54ED3">
              <w:rPr>
                <w:rFonts w:ascii="標楷體" w:eastAsia="標楷體" w:hAnsi="標楷體" w:hint="eastAsia"/>
              </w:rPr>
              <w:t>/</w:t>
            </w:r>
            <w:r w:rsidR="00D54ED3" w:rsidRPr="00B20BFC">
              <w:rPr>
                <w:rFonts w:ascii="標楷體" w:eastAsia="標楷體" w:hAnsi="標楷體" w:hint="eastAsia"/>
                <w:b/>
                <w:u w:val="single"/>
              </w:rPr>
              <w:t>具有規模</w:t>
            </w:r>
            <w:r w:rsidR="00D54ED3">
              <w:rPr>
                <w:rFonts w:ascii="標楷體" w:eastAsia="標楷體" w:hAnsi="標楷體" w:hint="eastAsia"/>
              </w:rPr>
              <w:t>之國內外私人機構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2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8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任職期間</w:t>
            </w:r>
          </w:p>
          <w:p w:rsidR="0079371D" w:rsidRDefault="0079371D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（民國年月日）</w:t>
            </w:r>
          </w:p>
        </w:tc>
        <w:tc>
          <w:tcPr>
            <w:tcW w:w="9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任職</w:t>
            </w:r>
          </w:p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年資</w:t>
            </w:r>
          </w:p>
        </w:tc>
        <w:tc>
          <w:tcPr>
            <w:tcW w:w="18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檢附相關證明</w:t>
            </w:r>
          </w:p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文件名稱</w:t>
            </w:r>
          </w:p>
        </w:tc>
        <w:tc>
          <w:tcPr>
            <w:tcW w:w="16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EF420E" w:rsidRDefault="00EF420E" w:rsidP="000130D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EF420E" w:rsidTr="00C43133">
        <w:tblPrEx>
          <w:tblCellMar>
            <w:top w:w="0" w:type="dxa"/>
            <w:bottom w:w="0" w:type="dxa"/>
          </w:tblCellMar>
        </w:tblPrEx>
        <w:trPr>
          <w:cantSplit/>
          <w:trHeight w:val="1145"/>
          <w:jc w:val="center"/>
        </w:trPr>
        <w:tc>
          <w:tcPr>
            <w:tcW w:w="568" w:type="dxa"/>
            <w:vMerge/>
            <w:textDirection w:val="tbRlV"/>
            <w:vAlign w:val="center"/>
          </w:tcPr>
          <w:p w:rsidR="00EF420E" w:rsidRDefault="00EF420E">
            <w:pPr>
              <w:ind w:left="113" w:right="113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8" w:type="dxa"/>
            <w:tcBorders>
              <w:top w:val="single" w:sz="6" w:space="0" w:color="auto"/>
            </w:tcBorders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34" w:type="dxa"/>
            <w:tcBorders>
              <w:top w:val="single" w:sz="6" w:space="0" w:color="auto"/>
            </w:tcBorders>
            <w:vAlign w:val="center"/>
          </w:tcPr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  <w:p w:rsidR="00EF420E" w:rsidRDefault="00EF420E">
            <w:pPr>
              <w:spacing w:line="3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起至</w:t>
            </w:r>
          </w:p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</w:tc>
        <w:tc>
          <w:tcPr>
            <w:tcW w:w="917" w:type="dxa"/>
            <w:tcBorders>
              <w:top w:val="single" w:sz="6" w:space="0" w:color="auto"/>
            </w:tcBorders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834" w:type="dxa"/>
            <w:tcBorders>
              <w:top w:val="single" w:sz="6" w:space="0" w:color="auto"/>
            </w:tcBorders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01" w:type="dxa"/>
            <w:tcBorders>
              <w:top w:val="single" w:sz="6" w:space="0" w:color="auto"/>
            </w:tcBorders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F420E" w:rsidTr="00C43133">
        <w:tblPrEx>
          <w:tblCellMar>
            <w:top w:w="0" w:type="dxa"/>
            <w:bottom w:w="0" w:type="dxa"/>
          </w:tblCellMar>
        </w:tblPrEx>
        <w:trPr>
          <w:cantSplit/>
          <w:trHeight w:val="1063"/>
          <w:jc w:val="center"/>
        </w:trPr>
        <w:tc>
          <w:tcPr>
            <w:tcW w:w="568" w:type="dxa"/>
            <w:vMerge/>
            <w:textDirection w:val="tbRlV"/>
            <w:vAlign w:val="center"/>
          </w:tcPr>
          <w:p w:rsidR="00EF420E" w:rsidRDefault="00EF420E">
            <w:pPr>
              <w:ind w:left="113" w:right="113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8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  <w:p w:rsidR="00EF420E" w:rsidRDefault="00EF420E">
            <w:pPr>
              <w:spacing w:line="3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起至</w:t>
            </w:r>
          </w:p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</w:tc>
        <w:tc>
          <w:tcPr>
            <w:tcW w:w="917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01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F420E" w:rsidTr="00C43133">
        <w:tblPrEx>
          <w:tblCellMar>
            <w:top w:w="0" w:type="dxa"/>
            <w:bottom w:w="0" w:type="dxa"/>
          </w:tblCellMar>
        </w:tblPrEx>
        <w:trPr>
          <w:cantSplit/>
          <w:trHeight w:val="1123"/>
          <w:jc w:val="center"/>
        </w:trPr>
        <w:tc>
          <w:tcPr>
            <w:tcW w:w="568" w:type="dxa"/>
            <w:vMerge/>
            <w:textDirection w:val="tbRlV"/>
            <w:vAlign w:val="center"/>
          </w:tcPr>
          <w:p w:rsidR="00EF420E" w:rsidRDefault="00EF420E">
            <w:pPr>
              <w:ind w:left="113" w:right="113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8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  <w:p w:rsidR="00EF420E" w:rsidRDefault="00EF420E">
            <w:pPr>
              <w:spacing w:line="3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起至</w:t>
            </w:r>
          </w:p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</w:tc>
        <w:tc>
          <w:tcPr>
            <w:tcW w:w="917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01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F420E" w:rsidTr="00C43133">
        <w:tblPrEx>
          <w:tblCellMar>
            <w:top w:w="0" w:type="dxa"/>
            <w:bottom w:w="0" w:type="dxa"/>
          </w:tblCellMar>
        </w:tblPrEx>
        <w:trPr>
          <w:cantSplit/>
          <w:trHeight w:val="1183"/>
          <w:jc w:val="center"/>
        </w:trPr>
        <w:tc>
          <w:tcPr>
            <w:tcW w:w="568" w:type="dxa"/>
            <w:vMerge/>
            <w:textDirection w:val="tbRlV"/>
            <w:vAlign w:val="center"/>
          </w:tcPr>
          <w:p w:rsidR="00EF420E" w:rsidRDefault="00EF420E">
            <w:pPr>
              <w:ind w:left="113" w:right="113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8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  <w:p w:rsidR="00EF420E" w:rsidRDefault="00EF420E">
            <w:pPr>
              <w:spacing w:line="3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起至</w:t>
            </w:r>
          </w:p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</w:tc>
        <w:tc>
          <w:tcPr>
            <w:tcW w:w="917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01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F420E" w:rsidTr="00C43133">
        <w:tblPrEx>
          <w:tblCellMar>
            <w:top w:w="0" w:type="dxa"/>
            <w:bottom w:w="0" w:type="dxa"/>
          </w:tblCellMar>
        </w:tblPrEx>
        <w:trPr>
          <w:cantSplit/>
          <w:trHeight w:val="1101"/>
          <w:jc w:val="center"/>
        </w:trPr>
        <w:tc>
          <w:tcPr>
            <w:tcW w:w="568" w:type="dxa"/>
            <w:vMerge/>
            <w:textDirection w:val="tbRlV"/>
            <w:vAlign w:val="center"/>
          </w:tcPr>
          <w:p w:rsidR="00EF420E" w:rsidRDefault="00EF420E">
            <w:pPr>
              <w:ind w:left="113" w:right="113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8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  <w:p w:rsidR="00EF420E" w:rsidRDefault="00EF420E">
            <w:pPr>
              <w:spacing w:line="3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起至</w:t>
            </w:r>
          </w:p>
          <w:p w:rsidR="00EF420E" w:rsidRDefault="00EF420E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  月  日</w:t>
            </w:r>
          </w:p>
        </w:tc>
        <w:tc>
          <w:tcPr>
            <w:tcW w:w="917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834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01" w:type="dxa"/>
            <w:vAlign w:val="center"/>
          </w:tcPr>
          <w:p w:rsidR="00EF420E" w:rsidRDefault="00EF420E">
            <w:pPr>
              <w:spacing w:line="300" w:lineRule="exact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EF420E" w:rsidTr="00F24E66">
        <w:tblPrEx>
          <w:tblCellMar>
            <w:top w:w="0" w:type="dxa"/>
            <w:bottom w:w="0" w:type="dxa"/>
          </w:tblCellMar>
        </w:tblPrEx>
        <w:trPr>
          <w:cantSplit/>
          <w:trHeight w:val="3854"/>
          <w:jc w:val="center"/>
        </w:trPr>
        <w:tc>
          <w:tcPr>
            <w:tcW w:w="568" w:type="dxa"/>
            <w:textDirection w:val="tbRlV"/>
            <w:vAlign w:val="center"/>
          </w:tcPr>
          <w:p w:rsidR="00EF420E" w:rsidRDefault="00EF420E">
            <w:pPr>
              <w:ind w:left="113" w:right="113"/>
              <w:jc w:val="distribute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附註</w:t>
            </w:r>
          </w:p>
        </w:tc>
        <w:tc>
          <w:tcPr>
            <w:tcW w:w="9638" w:type="dxa"/>
            <w:gridSpan w:val="6"/>
            <w:vAlign w:val="center"/>
          </w:tcPr>
          <w:p w:rsidR="00B20BFC" w:rsidRDefault="00B20BFC" w:rsidP="00E07332">
            <w:pPr>
              <w:spacing w:beforeLines="25" w:before="90" w:line="260" w:lineRule="exact"/>
              <w:ind w:leftChars="25" w:left="540" w:rightChars="25" w:right="60" w:hangingChars="200" w:hanging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一</w:t>
            </w:r>
            <w:r w:rsidR="00EF420E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依教育部所訂「教師待遇條例」</w:t>
            </w:r>
            <w:r w:rsidR="00EF3591">
              <w:rPr>
                <w:rFonts w:ascii="標楷體" w:eastAsia="標楷體" w:hAnsi="標楷體" w:hint="eastAsia"/>
              </w:rPr>
              <w:t>第九條</w:t>
            </w:r>
            <w:r>
              <w:rPr>
                <w:rFonts w:ascii="標楷體" w:eastAsia="標楷體" w:hAnsi="標楷體" w:hint="eastAsia"/>
              </w:rPr>
              <w:t>及「教師職前年資採計提敘辦法」</w:t>
            </w:r>
            <w:r w:rsidR="00EF3591">
              <w:rPr>
                <w:rFonts w:ascii="標楷體" w:eastAsia="標楷體" w:hAnsi="標楷體" w:hint="eastAsia"/>
              </w:rPr>
              <w:t>所定之</w:t>
            </w:r>
            <w:r w:rsidR="00EF3591" w:rsidRPr="00D34465">
              <w:rPr>
                <w:rFonts w:ascii="標楷體" w:eastAsia="標楷體" w:hAnsi="標楷體" w:hint="eastAsia"/>
                <w:b/>
              </w:rPr>
              <w:t>「性質相近」</w:t>
            </w:r>
            <w:r w:rsidR="0017048D">
              <w:rPr>
                <w:rFonts w:ascii="標楷體" w:eastAsia="標楷體" w:hAnsi="標楷體" w:hint="eastAsia"/>
              </w:rPr>
              <w:t>、</w:t>
            </w:r>
            <w:r w:rsidR="0017048D" w:rsidRPr="00D34465">
              <w:rPr>
                <w:rFonts w:ascii="標楷體" w:eastAsia="標楷體" w:hAnsi="標楷體" w:hint="eastAsia"/>
                <w:b/>
              </w:rPr>
              <w:t>「服務成績優良」</w:t>
            </w:r>
            <w:r w:rsidR="0017048D">
              <w:rPr>
                <w:rFonts w:ascii="標楷體" w:eastAsia="標楷體" w:hAnsi="標楷體" w:hint="eastAsia"/>
              </w:rPr>
              <w:t>及</w:t>
            </w:r>
            <w:r w:rsidR="0017048D" w:rsidRPr="00D34465">
              <w:rPr>
                <w:rFonts w:ascii="標楷體" w:eastAsia="標楷體" w:hAnsi="標楷體" w:hint="eastAsia"/>
                <w:b/>
              </w:rPr>
              <w:t>「等級相當」</w:t>
            </w:r>
            <w:r w:rsidR="0017048D">
              <w:rPr>
                <w:rFonts w:ascii="標楷體" w:eastAsia="標楷體" w:hAnsi="標楷體" w:hint="eastAsia"/>
              </w:rPr>
              <w:t>之任職年資認定標準</w:t>
            </w:r>
            <w:r>
              <w:rPr>
                <w:rFonts w:ascii="標楷體" w:eastAsia="標楷體" w:hAnsi="標楷體" w:hint="eastAsia"/>
              </w:rPr>
              <w:t>辦理</w:t>
            </w:r>
            <w:r w:rsidR="0017048D">
              <w:rPr>
                <w:rFonts w:ascii="標楷體" w:eastAsia="標楷體" w:hAnsi="標楷體" w:hint="eastAsia"/>
              </w:rPr>
              <w:t>，將案提校教評會審議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D34465" w:rsidRDefault="00D34465" w:rsidP="00E07332">
            <w:pPr>
              <w:spacing w:beforeLines="25" w:before="90" w:line="260" w:lineRule="exact"/>
              <w:ind w:leftChars="25" w:left="540" w:rightChars="25" w:right="60" w:hangingChars="200" w:hanging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="00995F43">
              <w:rPr>
                <w:rFonts w:ascii="標楷體" w:eastAsia="標楷體" w:hAnsi="標楷體" w:hint="eastAsia"/>
              </w:rPr>
              <w:t>各經歷職務將依前開法規標準</w:t>
            </w:r>
            <w:r w:rsidR="005F0CBF">
              <w:rPr>
                <w:rFonts w:ascii="標楷體" w:eastAsia="標楷體" w:hAnsi="標楷體" w:hint="eastAsia"/>
              </w:rPr>
              <w:t>認定是否得</w:t>
            </w:r>
            <w:r w:rsidR="00995F43" w:rsidRPr="00995F43">
              <w:rPr>
                <w:rFonts w:ascii="標楷體" w:eastAsia="標楷體" w:hAnsi="標楷體" w:hint="eastAsia"/>
                <w:b/>
              </w:rPr>
              <w:t>「按年採計提敘」</w:t>
            </w:r>
            <w:r w:rsidR="00995F43">
              <w:rPr>
                <w:rFonts w:ascii="標楷體" w:eastAsia="標楷體" w:hAnsi="標楷體" w:hint="eastAsia"/>
              </w:rPr>
              <w:t>，</w:t>
            </w:r>
            <w:r w:rsidR="00995F43">
              <w:rPr>
                <w:rFonts w:ascii="標楷體" w:eastAsia="標楷體" w:hAnsi="標楷體" w:hint="eastAsia"/>
                <w:b/>
              </w:rPr>
              <w:t>不足一年之月數不得</w:t>
            </w:r>
            <w:r w:rsidR="0079371D">
              <w:rPr>
                <w:rFonts w:ascii="標楷體" w:eastAsia="標楷體" w:hAnsi="標楷體" w:hint="eastAsia"/>
                <w:b/>
              </w:rPr>
              <w:t>合併計為一年予以採計</w:t>
            </w:r>
            <w:r w:rsidR="00995F43">
              <w:rPr>
                <w:rFonts w:ascii="標楷體" w:eastAsia="標楷體" w:hAnsi="標楷體" w:hint="eastAsia"/>
              </w:rPr>
              <w:t>。</w:t>
            </w:r>
            <w:r w:rsidR="0079371D" w:rsidRPr="0079371D">
              <w:rPr>
                <w:rFonts w:ascii="標楷體" w:eastAsia="標楷體" w:hAnsi="標楷體" w:hint="eastAsia"/>
                <w:b/>
              </w:rPr>
              <w:t>（經個別採認後所餘畸零年資不得合併採計）</w:t>
            </w:r>
          </w:p>
          <w:p w:rsidR="00EF420E" w:rsidRDefault="00D34465" w:rsidP="00E07332">
            <w:pPr>
              <w:spacing w:beforeLines="25" w:before="90" w:line="260" w:lineRule="exact"/>
              <w:ind w:leftChars="25" w:left="540" w:rightChars="25" w:right="60" w:hangingChars="200" w:hanging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="00B20BFC">
              <w:rPr>
                <w:rFonts w:ascii="標楷體" w:eastAsia="標楷體" w:hAnsi="標楷體" w:hint="eastAsia"/>
              </w:rPr>
              <w:t>、</w:t>
            </w:r>
            <w:r w:rsidR="00EF420E">
              <w:rPr>
                <w:rFonts w:ascii="標楷體" w:eastAsia="標楷體" w:hAnsi="標楷體" w:hint="eastAsia"/>
              </w:rPr>
              <w:t>各任職經歷務請檢附原任職學校（機關</w:t>
            </w:r>
            <w:r w:rsidR="00D54ED3">
              <w:rPr>
                <w:rFonts w:ascii="標楷體" w:eastAsia="標楷體" w:hAnsi="標楷體" w:hint="eastAsia"/>
              </w:rPr>
              <w:t>/</w:t>
            </w:r>
            <w:r w:rsidR="00D54ED3" w:rsidRPr="00D54ED3">
              <w:rPr>
                <w:rFonts w:ascii="標楷體" w:eastAsia="標楷體" w:hAnsi="標楷體" w:hint="eastAsia"/>
              </w:rPr>
              <w:t>具有規模之國內外私人機構</w:t>
            </w:r>
            <w:r w:rsidR="00EF420E">
              <w:rPr>
                <w:rFonts w:ascii="標楷體" w:eastAsia="標楷體" w:hAnsi="標楷體" w:hint="eastAsia"/>
              </w:rPr>
              <w:t>）</w:t>
            </w:r>
            <w:r w:rsidR="00D54ED3">
              <w:rPr>
                <w:rFonts w:ascii="標楷體" w:eastAsia="標楷體" w:hAnsi="標楷體" w:hint="eastAsia"/>
              </w:rPr>
              <w:t>開立之離職證明書、</w:t>
            </w:r>
            <w:r w:rsidR="00827C61">
              <w:rPr>
                <w:rFonts w:ascii="標楷體" w:eastAsia="標楷體" w:hAnsi="標楷體" w:hint="eastAsia"/>
              </w:rPr>
              <w:t>歷年</w:t>
            </w:r>
            <w:r w:rsidR="00EF420E">
              <w:rPr>
                <w:rFonts w:ascii="標楷體" w:eastAsia="標楷體" w:hAnsi="標楷體" w:hint="eastAsia"/>
              </w:rPr>
              <w:t>年資加薪俸通知書</w:t>
            </w:r>
            <w:r w:rsidR="00B20BFC">
              <w:rPr>
                <w:rFonts w:ascii="標楷體" w:eastAsia="標楷體" w:hAnsi="標楷體" w:hint="eastAsia"/>
              </w:rPr>
              <w:t>、</w:t>
            </w:r>
            <w:r w:rsidR="00827C61">
              <w:rPr>
                <w:rFonts w:ascii="標楷體" w:eastAsia="標楷體" w:hAnsi="標楷體" w:hint="eastAsia"/>
              </w:rPr>
              <w:t>歷年</w:t>
            </w:r>
            <w:r w:rsidR="00B20BFC">
              <w:rPr>
                <w:rFonts w:ascii="標楷體" w:eastAsia="標楷體" w:hAnsi="標楷體" w:hint="eastAsia"/>
              </w:rPr>
              <w:t>評鑑結果通知書、</w:t>
            </w:r>
            <w:r w:rsidR="00827C61">
              <w:rPr>
                <w:rFonts w:ascii="標楷體" w:eastAsia="標楷體" w:hAnsi="標楷體" w:hint="eastAsia"/>
              </w:rPr>
              <w:t>歷年</w:t>
            </w:r>
            <w:r w:rsidR="00B20BFC">
              <w:rPr>
                <w:rFonts w:ascii="標楷體" w:eastAsia="標楷體" w:hAnsi="標楷體" w:hint="eastAsia"/>
              </w:rPr>
              <w:t>考績通知書等</w:t>
            </w:r>
            <w:r w:rsidR="00EF3591">
              <w:rPr>
                <w:rFonts w:ascii="標楷體" w:eastAsia="標楷體" w:hAnsi="標楷體" w:hint="eastAsia"/>
              </w:rPr>
              <w:t>「</w:t>
            </w:r>
            <w:r w:rsidR="00EF420E" w:rsidRPr="00B20BFC">
              <w:rPr>
                <w:rFonts w:ascii="標楷體" w:eastAsia="標楷體" w:hAnsi="標楷體" w:hint="eastAsia"/>
                <w:b/>
                <w:u w:val="single"/>
              </w:rPr>
              <w:t>服務成績優良</w:t>
            </w:r>
            <w:r w:rsidR="00EF3591">
              <w:rPr>
                <w:rFonts w:ascii="標楷體" w:eastAsia="標楷體" w:hAnsi="標楷體" w:hint="eastAsia"/>
                <w:b/>
                <w:u w:val="single"/>
              </w:rPr>
              <w:t>」</w:t>
            </w:r>
            <w:r w:rsidR="00EF420E" w:rsidRPr="00B20BFC">
              <w:rPr>
                <w:rFonts w:ascii="標楷體" w:eastAsia="標楷體" w:hAnsi="標楷體" w:hint="eastAsia"/>
                <w:b/>
                <w:u w:val="single"/>
              </w:rPr>
              <w:t>證明</w:t>
            </w:r>
            <w:r w:rsidR="00B20BFC">
              <w:rPr>
                <w:rFonts w:ascii="標楷體" w:eastAsia="標楷體" w:hAnsi="標楷體" w:hint="eastAsia"/>
                <w:b/>
                <w:u w:val="single"/>
              </w:rPr>
              <w:t>文件</w:t>
            </w:r>
            <w:r w:rsidR="00827C61">
              <w:rPr>
                <w:rFonts w:ascii="標楷體" w:eastAsia="標楷體" w:hAnsi="標楷體" w:hint="eastAsia"/>
                <w:b/>
                <w:u w:val="single"/>
              </w:rPr>
              <w:t>；如原</w:t>
            </w:r>
            <w:r w:rsidR="00827C61" w:rsidRPr="00827C61">
              <w:rPr>
                <w:rFonts w:ascii="標楷體" w:eastAsia="標楷體" w:hAnsi="標楷體" w:hint="eastAsia"/>
                <w:b/>
                <w:u w:val="single"/>
              </w:rPr>
              <w:t>任職學校（機關/具有規模之國內外私人機構）</w:t>
            </w:r>
            <w:r w:rsidR="00827C61">
              <w:rPr>
                <w:rFonts w:ascii="標楷體" w:eastAsia="標楷體" w:hAnsi="標楷體" w:hint="eastAsia"/>
                <w:b/>
                <w:u w:val="single"/>
              </w:rPr>
              <w:t>無法於「離職證明書」註明「服務成績優良者」，請務必</w:t>
            </w:r>
            <w:r w:rsidR="00F728DA">
              <w:rPr>
                <w:rFonts w:ascii="標楷體" w:eastAsia="標楷體" w:hAnsi="標楷體" w:hint="eastAsia"/>
                <w:b/>
                <w:u w:val="single"/>
              </w:rPr>
              <w:t>完整檢附</w:t>
            </w:r>
            <w:r w:rsidR="00205426" w:rsidRPr="00205426">
              <w:rPr>
                <w:rFonts w:ascii="標楷體" w:eastAsia="標楷體" w:hAnsi="標楷體" w:hint="eastAsia"/>
                <w:b/>
                <w:u w:val="single"/>
              </w:rPr>
              <w:t>原任職學校（機關/具有規模之國內外私人機構）</w:t>
            </w:r>
            <w:r w:rsidR="002E13E9">
              <w:rPr>
                <w:rFonts w:ascii="標楷體" w:eastAsia="標楷體" w:hAnsi="標楷體" w:hint="eastAsia"/>
                <w:b/>
                <w:u w:val="single"/>
              </w:rPr>
              <w:t>開立之</w:t>
            </w:r>
            <w:r w:rsidR="00F728DA">
              <w:rPr>
                <w:rFonts w:ascii="標楷體" w:eastAsia="標楷體" w:hAnsi="標楷體" w:hint="eastAsia"/>
                <w:b/>
                <w:u w:val="single"/>
              </w:rPr>
              <w:t>歷年</w:t>
            </w:r>
            <w:r w:rsidR="00827C61" w:rsidRPr="00827C61">
              <w:rPr>
                <w:rFonts w:ascii="標楷體" w:eastAsia="標楷體" w:hAnsi="標楷體" w:hint="eastAsia"/>
                <w:b/>
                <w:u w:val="single"/>
              </w:rPr>
              <w:t>年資加薪俸通知書、評鑑結果通知書、考績通知書等「服務成績優良」證明文件</w:t>
            </w:r>
            <w:r w:rsidR="00EF420E">
              <w:rPr>
                <w:rFonts w:ascii="標楷體" w:eastAsia="標楷體" w:hAnsi="標楷體" w:hint="eastAsia"/>
              </w:rPr>
              <w:t>。</w:t>
            </w:r>
          </w:p>
          <w:p w:rsidR="00B73293" w:rsidRPr="00CA1130" w:rsidRDefault="00D34465" w:rsidP="00C43133">
            <w:pPr>
              <w:spacing w:beforeLines="25" w:before="90" w:line="260" w:lineRule="exact"/>
              <w:ind w:leftChars="25" w:left="540" w:rightChars="25" w:right="60" w:hangingChars="200" w:hanging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四</w:t>
            </w:r>
            <w:r w:rsidR="00EF420E">
              <w:rPr>
                <w:rFonts w:ascii="標楷體" w:eastAsia="標楷體" w:hAnsi="標楷體" w:hint="eastAsia"/>
              </w:rPr>
              <w:t>、</w:t>
            </w:r>
            <w:r w:rsidR="0079371D">
              <w:rPr>
                <w:rFonts w:ascii="標楷體" w:eastAsia="標楷體" w:hAnsi="標楷體" w:hint="eastAsia"/>
              </w:rPr>
              <w:t>另</w:t>
            </w:r>
            <w:r w:rsidR="00F728DA">
              <w:rPr>
                <w:rFonts w:ascii="標楷體" w:eastAsia="標楷體" w:hAnsi="標楷體" w:hint="eastAsia"/>
              </w:rPr>
              <w:t>為認定私人機構是否</w:t>
            </w:r>
            <w:r w:rsidR="00F728DA" w:rsidRPr="002E13E9">
              <w:rPr>
                <w:rFonts w:ascii="標楷體" w:eastAsia="標楷體" w:hAnsi="標楷體" w:hint="eastAsia"/>
                <w:b/>
              </w:rPr>
              <w:t>「具有規模」</w:t>
            </w:r>
            <w:r w:rsidR="00F728DA">
              <w:rPr>
                <w:rFonts w:ascii="標楷體" w:eastAsia="標楷體" w:hAnsi="標楷體" w:hint="eastAsia"/>
              </w:rPr>
              <w:t>，</w:t>
            </w:r>
            <w:r w:rsidR="00EF420E">
              <w:rPr>
                <w:rFonts w:ascii="標楷體" w:eastAsia="標楷體" w:hAnsi="標楷體" w:hint="eastAsia"/>
              </w:rPr>
              <w:t>曾任職私人機構之教師</w:t>
            </w:r>
            <w:r>
              <w:rPr>
                <w:rFonts w:ascii="標楷體" w:eastAsia="標楷體" w:hAnsi="標楷體" w:hint="eastAsia"/>
              </w:rPr>
              <w:t>，如需提敘年資</w:t>
            </w:r>
            <w:r w:rsidR="00EF420E">
              <w:rPr>
                <w:rFonts w:ascii="標楷體" w:eastAsia="標楷體" w:hAnsi="標楷體" w:hint="eastAsia"/>
              </w:rPr>
              <w:t>，另請加附公司執照及營利事業登記證等</w:t>
            </w:r>
            <w:r w:rsidR="00F728DA">
              <w:rPr>
                <w:rFonts w:ascii="標楷體" w:eastAsia="標楷體" w:hAnsi="標楷體" w:hint="eastAsia"/>
              </w:rPr>
              <w:t>相關</w:t>
            </w:r>
            <w:r w:rsidR="00EF420E">
              <w:rPr>
                <w:rFonts w:ascii="標楷體" w:eastAsia="標楷體" w:hAnsi="標楷體" w:hint="eastAsia"/>
              </w:rPr>
              <w:t>資料。</w:t>
            </w:r>
          </w:p>
        </w:tc>
      </w:tr>
    </w:tbl>
    <w:p w:rsidR="00EF420E" w:rsidRDefault="00094C43">
      <w:pPr>
        <w:spacing w:line="5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教師</w:t>
      </w:r>
      <w:r w:rsidR="00EF420E">
        <w:rPr>
          <w:rFonts w:ascii="標楷體" w:eastAsia="標楷體" w:hAnsi="標楷體" w:hint="eastAsia"/>
        </w:rPr>
        <w:t xml:space="preserve">簽章：                </w:t>
      </w:r>
      <w:r w:rsidR="00E227A4">
        <w:rPr>
          <w:rFonts w:ascii="標楷體" w:eastAsia="標楷體" w:hAnsi="標楷體" w:hint="eastAsia"/>
        </w:rPr>
        <w:t xml:space="preserve">  </w:t>
      </w:r>
      <w:r w:rsidR="00EF420E">
        <w:rPr>
          <w:rFonts w:ascii="標楷體" w:eastAsia="標楷體" w:hAnsi="標楷體" w:hint="eastAsia"/>
        </w:rPr>
        <w:t>單位主管核章：</w:t>
      </w:r>
    </w:p>
    <w:p w:rsidR="00CA1130" w:rsidRDefault="00CA1130">
      <w:pPr>
        <w:spacing w:line="500" w:lineRule="exact"/>
        <w:rPr>
          <w:rFonts w:ascii="標楷體" w:eastAsia="標楷體" w:hAnsi="標楷體" w:hint="eastAsia"/>
        </w:rPr>
      </w:pPr>
    </w:p>
    <w:p w:rsidR="00EF420E" w:rsidRDefault="00EF420E">
      <w:pPr>
        <w:spacing w:line="5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人事室擬辦：                人事主任核章：                 校長： </w:t>
      </w:r>
    </w:p>
    <w:sectPr w:rsidR="00EF420E" w:rsidSect="002D114F">
      <w:footerReference w:type="default" r:id="rId6"/>
      <w:pgSz w:w="11906" w:h="16838"/>
      <w:pgMar w:top="567" w:right="851" w:bottom="567" w:left="851" w:header="851" w:footer="45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D5C" w:rsidRDefault="00DE7D5C" w:rsidP="00D54ED3">
      <w:r>
        <w:separator/>
      </w:r>
    </w:p>
  </w:endnote>
  <w:endnote w:type="continuationSeparator" w:id="0">
    <w:p w:rsidR="00DE7D5C" w:rsidRDefault="00DE7D5C" w:rsidP="00D5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581" w:rsidRPr="00D23581" w:rsidRDefault="00D23581" w:rsidP="00D23581">
    <w:pPr>
      <w:pStyle w:val="a5"/>
      <w:jc w:val="right"/>
      <w:rPr>
        <w:color w:val="BFBFBF"/>
      </w:rPr>
    </w:pPr>
    <w:r w:rsidRPr="00D23581">
      <w:rPr>
        <w:rFonts w:hint="eastAsia"/>
        <w:color w:val="BFBFBF"/>
      </w:rPr>
      <w:t>108.05.30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D5C" w:rsidRDefault="00DE7D5C" w:rsidP="00D54ED3">
      <w:r>
        <w:separator/>
      </w:r>
    </w:p>
  </w:footnote>
  <w:footnote w:type="continuationSeparator" w:id="0">
    <w:p w:rsidR="00DE7D5C" w:rsidRDefault="00DE7D5C" w:rsidP="00D54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D3"/>
    <w:rsid w:val="000130D9"/>
    <w:rsid w:val="00042CC3"/>
    <w:rsid w:val="00094C43"/>
    <w:rsid w:val="000A3B3A"/>
    <w:rsid w:val="000B268E"/>
    <w:rsid w:val="000F7A68"/>
    <w:rsid w:val="00100D14"/>
    <w:rsid w:val="00163817"/>
    <w:rsid w:val="0017048D"/>
    <w:rsid w:val="00205426"/>
    <w:rsid w:val="002D114F"/>
    <w:rsid w:val="002E13E9"/>
    <w:rsid w:val="003051FE"/>
    <w:rsid w:val="00435351"/>
    <w:rsid w:val="00436151"/>
    <w:rsid w:val="0054063B"/>
    <w:rsid w:val="00591D6D"/>
    <w:rsid w:val="005F0CBF"/>
    <w:rsid w:val="005F54BD"/>
    <w:rsid w:val="00662BF6"/>
    <w:rsid w:val="006745CA"/>
    <w:rsid w:val="0079371D"/>
    <w:rsid w:val="007942D9"/>
    <w:rsid w:val="00827C61"/>
    <w:rsid w:val="008604B0"/>
    <w:rsid w:val="008B7456"/>
    <w:rsid w:val="008E2CDF"/>
    <w:rsid w:val="00966FE5"/>
    <w:rsid w:val="00995F43"/>
    <w:rsid w:val="009D68F9"/>
    <w:rsid w:val="00A556DD"/>
    <w:rsid w:val="00A576C3"/>
    <w:rsid w:val="00A57AFE"/>
    <w:rsid w:val="00A9565D"/>
    <w:rsid w:val="00AA39BF"/>
    <w:rsid w:val="00AD3A90"/>
    <w:rsid w:val="00B20BFC"/>
    <w:rsid w:val="00B21103"/>
    <w:rsid w:val="00B72FB7"/>
    <w:rsid w:val="00B73293"/>
    <w:rsid w:val="00BF751E"/>
    <w:rsid w:val="00C26080"/>
    <w:rsid w:val="00C43133"/>
    <w:rsid w:val="00CA1130"/>
    <w:rsid w:val="00CF71FB"/>
    <w:rsid w:val="00D23581"/>
    <w:rsid w:val="00D34465"/>
    <w:rsid w:val="00D54ED3"/>
    <w:rsid w:val="00DE7D5C"/>
    <w:rsid w:val="00E07332"/>
    <w:rsid w:val="00E227A4"/>
    <w:rsid w:val="00E47342"/>
    <w:rsid w:val="00EF3591"/>
    <w:rsid w:val="00EF420E"/>
    <w:rsid w:val="00EF7E22"/>
    <w:rsid w:val="00F24E66"/>
    <w:rsid w:val="00F65478"/>
    <w:rsid w:val="00F728DA"/>
    <w:rsid w:val="00FC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4B9D03-5900-4887-886B-D74F7BDC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D54ED3"/>
    <w:rPr>
      <w:kern w:val="2"/>
    </w:rPr>
  </w:style>
  <w:style w:type="paragraph" w:styleId="a5">
    <w:name w:val="footer"/>
    <w:basedOn w:val="a"/>
    <w:link w:val="a6"/>
    <w:uiPriority w:val="99"/>
    <w:unhideWhenUsed/>
    <w:rsid w:val="00D54E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D54ED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國立屏東科技大學教師提敘薪級申請表</dc:title>
  <dc:subject/>
  <dc:creator>npust</dc:creator>
  <cp:keywords/>
  <cp:lastModifiedBy>Yan</cp:lastModifiedBy>
  <cp:revision>2</cp:revision>
  <cp:lastPrinted>2023-09-25T07:59:00Z</cp:lastPrinted>
  <dcterms:created xsi:type="dcterms:W3CDTF">2023-09-27T01:47:00Z</dcterms:created>
  <dcterms:modified xsi:type="dcterms:W3CDTF">2023-09-27T01:47:00Z</dcterms:modified>
</cp:coreProperties>
</file>